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2036EF34" w:rsidR="0020639C" w:rsidRPr="00F86A6E" w:rsidRDefault="00CA5EF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612E24"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A5EFE" w:rsidRPr="00A75548" w14:paraId="65EE0243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21550159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76D9BC26" wp14:editId="1A13E8A8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5216F20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8D12969" wp14:editId="5B2E5358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EB0F683" w14:textId="77777777" w:rsidR="00CA5EFE" w:rsidRDefault="00CA5EFE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404BA2" wp14:editId="0CA25893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0EB6A994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267F18B4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CA5EFE">
        <w:rPr>
          <w:rFonts w:ascii="Arial" w:hAnsi="Arial" w:cs="Arial"/>
          <w:lang w:val="fr-BE"/>
        </w:rPr>
        <w:t>9</w:t>
      </w:r>
      <w:r w:rsidR="008B3551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A5EFE">
            <w:fldChar w:fldCharType="begin"/>
          </w:r>
          <w:r w:rsidR="00CA5EFE">
            <w:instrText xml:space="preserve"> NUMPAGES  \* Arabic  \* MERGEFORMAT </w:instrText>
          </w:r>
          <w:r w:rsidR="00CA5EFE">
            <w:fldChar w:fldCharType="separate"/>
          </w:r>
          <w:r w:rsidR="00AA3555">
            <w:rPr>
              <w:noProof/>
            </w:rPr>
            <w:t>2</w:t>
          </w:r>
          <w:r w:rsidR="00CA5EFE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452F0FF6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CA5EFE">
      <w:rPr>
        <w:rFonts w:ascii="Arial" w:hAnsi="Arial" w:cs="Arial"/>
        <w:b/>
        <w:bCs/>
        <w:lang w:val="fr-FR"/>
      </w:rPr>
      <w:t>9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 xml:space="preserve"> cm,</w:t>
    </w:r>
  </w:p>
  <w:p w14:paraId="5755C304" w14:textId="031514C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</w:t>
    </w:r>
    <w:r w:rsidR="00CA5EFE">
      <w:rPr>
        <w:rFonts w:ascii="Arial" w:hAnsi="Arial"/>
        <w:b/>
        <w:lang w:val="fr-FR"/>
      </w:rPr>
      <w:t>3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46E2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EF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2313ea8-4521-49e8-b6bb-ca19bded6e88"/>
    <ds:schemaRef ds:uri="http://purl.org/dc/terms/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E058C29-797E-4560-B41D-E748510FA087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2023-12-05T13:27:00Z</dcterms:created>
  <dcterms:modified xsi:type="dcterms:W3CDTF">2023-12-05T13:28:00Z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